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4A16B2">
      <w:pPr>
        <w:spacing w:after="0" w:line="240" w:lineRule="auto"/>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C8C015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A16B2">
        <w:rPr>
          <w:rFonts w:ascii="Times New Roman" w:hAnsi="Times New Roman" w:cs="Times New Roman"/>
          <w:sz w:val="24"/>
          <w:szCs w:val="24"/>
        </w:rPr>
        <w:t>.2774</w:t>
      </w:r>
      <w:r w:rsidRPr="00CD01B9">
        <w:rPr>
          <w:rFonts w:ascii="Times New Roman" w:hAnsi="Times New Roman" w:cs="Times New Roman"/>
          <w:sz w:val="24"/>
          <w:szCs w:val="24"/>
        </w:rPr>
        <w:t xml:space="preserve"> „</w:t>
      </w:r>
      <w:r w:rsidR="006D2C43" w:rsidRPr="006D2C43">
        <w:rPr>
          <w:rFonts w:ascii="Times New Roman" w:hAnsi="Times New Roman" w:cs="Times New Roman"/>
          <w:bCs/>
          <w:i/>
          <w:sz w:val="24"/>
          <w:szCs w:val="24"/>
        </w:rPr>
        <w:t>Reola maaparandussüsteemi rekonstrueerimine</w:t>
      </w:r>
      <w:r w:rsidRPr="00CD01B9">
        <w:rPr>
          <w:rFonts w:ascii="Times New Roman" w:hAnsi="Times New Roman" w:cs="Times New Roman"/>
          <w:sz w:val="24"/>
          <w:szCs w:val="24"/>
        </w:rPr>
        <w:t xml:space="preserve">“ (viitenumber </w:t>
      </w:r>
      <w:r w:rsidR="004A16B2">
        <w:rPr>
          <w:rFonts w:ascii="Times New Roman" w:hAnsi="Times New Roman" w:cs="Times New Roman"/>
          <w:sz w:val="24"/>
          <w:szCs w:val="24"/>
        </w:rPr>
        <w:t>261416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5A94E29" w:rsidR="00720E3E" w:rsidRPr="00281267" w:rsidRDefault="001E299B"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Proje</w:t>
      </w:r>
      <w:r w:rsidR="00A56646">
        <w:rPr>
          <w:rFonts w:ascii="Times New Roman" w:hAnsi="Times New Roman" w:cs="Times New Roman"/>
          <w:sz w:val="24"/>
          <w:szCs w:val="24"/>
        </w:rPr>
        <w:t xml:space="preserve">kteerimisbüroo Maa ja Vesi </w:t>
      </w:r>
      <w:r w:rsidR="00956A79">
        <w:rPr>
          <w:rFonts w:ascii="Times New Roman" w:hAnsi="Times New Roman" w:cs="Times New Roman"/>
          <w:sz w:val="24"/>
          <w:szCs w:val="24"/>
        </w:rPr>
        <w:t xml:space="preserve">AS </w:t>
      </w:r>
      <w:r w:rsidR="00A56646">
        <w:rPr>
          <w:rFonts w:ascii="Times New Roman" w:hAnsi="Times New Roman" w:cs="Times New Roman"/>
          <w:sz w:val="24"/>
          <w:szCs w:val="24"/>
        </w:rPr>
        <w:t>poolt koostatud „</w:t>
      </w:r>
      <w:r w:rsidR="00F771FE" w:rsidRPr="00F771FE">
        <w:rPr>
          <w:rFonts w:ascii="Times New Roman" w:hAnsi="Times New Roman" w:cs="Times New Roman"/>
          <w:sz w:val="24"/>
          <w:szCs w:val="24"/>
        </w:rPr>
        <w:t>Reola TTP-377 maaparandussüsteemi maaparandusehitise rekonstrueerimise projekt V02</w:t>
      </w:r>
      <w:r w:rsidR="006043F4">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717DFC3"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6D2C43">
        <w:rPr>
          <w:rFonts w:ascii="Times New Roman" w:hAnsi="Times New Roman" w:cs="Times New Roman"/>
          <w:sz w:val="24"/>
          <w:szCs w:val="24"/>
        </w:rPr>
        <w:t>Tartu</w:t>
      </w:r>
      <w:r w:rsidR="00240C3D" w:rsidRPr="007D478A">
        <w:rPr>
          <w:rFonts w:ascii="Times New Roman" w:hAnsi="Times New Roman" w:cs="Times New Roman"/>
          <w:sz w:val="24"/>
          <w:szCs w:val="24"/>
        </w:rPr>
        <w:t xml:space="preserve"> maakonna </w:t>
      </w:r>
      <w:r w:rsidR="006D2C43">
        <w:rPr>
          <w:rFonts w:ascii="Times New Roman" w:hAnsi="Times New Roman" w:cs="Times New Roman"/>
          <w:sz w:val="24"/>
          <w:szCs w:val="24"/>
        </w:rPr>
        <w:t>Reola</w:t>
      </w:r>
      <w:r w:rsidR="00611486" w:rsidRPr="00611486">
        <w:rPr>
          <w:rFonts w:ascii="Times New Roman" w:hAnsi="Times New Roman" w:cs="Times New Roman"/>
          <w:sz w:val="24"/>
          <w:szCs w:val="24"/>
        </w:rPr>
        <w:t xml:space="preserve"> maaparandussüsteemi rekonstrueerimine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0895ED74"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AF2FAA" w:rsidRPr="00AF2FAA">
        <w:rPr>
          <w:rFonts w:ascii="Times New Roman" w:hAnsi="Times New Roman" w:cs="Times New Roman"/>
          <w:sz w:val="24"/>
          <w:szCs w:val="24"/>
        </w:rPr>
        <w:t xml:space="preserve">Projekteerimisbüroo Maa ja Vesi </w:t>
      </w:r>
      <w:r w:rsidR="00956A79">
        <w:rPr>
          <w:rFonts w:ascii="Times New Roman" w:hAnsi="Times New Roman" w:cs="Times New Roman"/>
          <w:sz w:val="24"/>
          <w:szCs w:val="24"/>
        </w:rPr>
        <w:t xml:space="preserve">AS </w:t>
      </w:r>
      <w:r w:rsidR="00AF2FAA" w:rsidRPr="00AF2FAA">
        <w:rPr>
          <w:rFonts w:ascii="Times New Roman" w:hAnsi="Times New Roman" w:cs="Times New Roman"/>
          <w:sz w:val="24"/>
          <w:szCs w:val="24"/>
        </w:rPr>
        <w:t xml:space="preserve">poolt koostatud </w:t>
      </w:r>
      <w:r w:rsidR="006D2C43" w:rsidRPr="006D2C43">
        <w:rPr>
          <w:rFonts w:ascii="Times New Roman" w:hAnsi="Times New Roman" w:cs="Times New Roman"/>
          <w:sz w:val="24"/>
          <w:szCs w:val="24"/>
        </w:rPr>
        <w:t>Reola</w:t>
      </w:r>
      <w:r w:rsidR="006D2C43">
        <w:rPr>
          <w:rFonts w:ascii="Times New Roman" w:hAnsi="Times New Roman" w:cs="Times New Roman"/>
          <w:sz w:val="24"/>
          <w:szCs w:val="24"/>
        </w:rPr>
        <w:t xml:space="preserve"> TTP-</w:t>
      </w:r>
      <w:r w:rsidR="001A5D83">
        <w:rPr>
          <w:rFonts w:ascii="Times New Roman" w:hAnsi="Times New Roman" w:cs="Times New Roman"/>
          <w:sz w:val="24"/>
          <w:szCs w:val="24"/>
        </w:rPr>
        <w:t>377</w:t>
      </w:r>
      <w:r w:rsidR="006D2C43" w:rsidRPr="006D2C43">
        <w:rPr>
          <w:rFonts w:ascii="Times New Roman" w:hAnsi="Times New Roman" w:cs="Times New Roman"/>
          <w:sz w:val="24"/>
          <w:szCs w:val="24"/>
        </w:rPr>
        <w:t xml:space="preserve"> maaparandussüsteemi rekonstrueerimine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2EE80219"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6A6FD2">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660F682D" w:rsidR="002551B0" w:rsidRPr="00884115" w:rsidRDefault="008A2313" w:rsidP="00E67DE8">
      <w:pPr>
        <w:pStyle w:val="Pealkiri31"/>
        <w:tabs>
          <w:tab w:val="left" w:pos="284"/>
        </w:tabs>
        <w:spacing w:after="0" w:line="240" w:lineRule="auto"/>
        <w:ind w:left="0" w:firstLine="0"/>
        <w:jc w:val="both"/>
        <w:rPr>
          <w:rStyle w:val="normal1"/>
          <w:rFonts w:cs="Times New Roman"/>
          <w:szCs w:val="24"/>
        </w:rPr>
      </w:pPr>
      <w:r w:rsidRPr="00936C8C">
        <w:rPr>
          <w:rFonts w:ascii="Times New Roman" w:hAnsi="Times New Roman" w:cs="Times New Roman"/>
          <w:sz w:val="24"/>
          <w:szCs w:val="24"/>
        </w:rPr>
        <w:t xml:space="preserve">kinni </w:t>
      </w:r>
      <w:r w:rsidRPr="00884115">
        <w:rPr>
          <w:rFonts w:ascii="Times New Roman" w:hAnsi="Times New Roman" w:cs="Times New Roman"/>
          <w:sz w:val="24"/>
          <w:szCs w:val="24"/>
        </w:rPr>
        <w:t>pidama tööde teostamisel t</w:t>
      </w:r>
      <w:r w:rsidR="00705773" w:rsidRPr="00884115">
        <w:rPr>
          <w:rFonts w:ascii="Times New Roman" w:hAnsi="Times New Roman" w:cs="Times New Roman"/>
          <w:sz w:val="24"/>
          <w:szCs w:val="24"/>
        </w:rPr>
        <w:t>ellija poolt ke</w:t>
      </w:r>
      <w:r w:rsidR="00845209" w:rsidRPr="00884115">
        <w:rPr>
          <w:rFonts w:ascii="Times New Roman" w:hAnsi="Times New Roman" w:cs="Times New Roman"/>
          <w:sz w:val="24"/>
          <w:szCs w:val="24"/>
        </w:rPr>
        <w:t>htestatud keskkonnaalastest käitumisju</w:t>
      </w:r>
      <w:r w:rsidR="00705773" w:rsidRPr="00884115">
        <w:rPr>
          <w:rFonts w:ascii="Times New Roman" w:hAnsi="Times New Roman" w:cs="Times New Roman"/>
          <w:sz w:val="24"/>
          <w:szCs w:val="24"/>
        </w:rPr>
        <w:t xml:space="preserve">histest ja projektis esitatud </w:t>
      </w:r>
      <w:r w:rsidR="002747CE" w:rsidRPr="00884115">
        <w:rPr>
          <w:rFonts w:ascii="Times New Roman" w:hAnsi="Times New Roman" w:cs="Times New Roman"/>
          <w:sz w:val="24"/>
          <w:szCs w:val="24"/>
        </w:rPr>
        <w:t>ehitus</w:t>
      </w:r>
      <w:r w:rsidR="00705773" w:rsidRPr="00884115">
        <w:rPr>
          <w:rFonts w:ascii="Times New Roman" w:hAnsi="Times New Roman" w:cs="Times New Roman"/>
          <w:sz w:val="24"/>
          <w:szCs w:val="24"/>
        </w:rPr>
        <w:t>objekti omapära arvestavaid nõudeid</w:t>
      </w:r>
      <w:r w:rsidR="00003744" w:rsidRPr="00884115">
        <w:rPr>
          <w:rStyle w:val="normal1"/>
          <w:rFonts w:cs="Times New Roman"/>
          <w:szCs w:val="24"/>
        </w:rPr>
        <w:t xml:space="preserve">. </w:t>
      </w:r>
      <w:r w:rsidR="002551B0" w:rsidRPr="00884115">
        <w:rPr>
          <w:rStyle w:val="normal1"/>
          <w:rFonts w:cs="Times New Roman"/>
          <w:szCs w:val="24"/>
        </w:rPr>
        <w:t xml:space="preserve">Jälgima </w:t>
      </w:r>
      <w:r w:rsidR="002551B0" w:rsidRPr="00884115">
        <w:rPr>
          <w:rFonts w:ascii="Times New Roman" w:eastAsia="Times New Roman" w:hAnsi="Times New Roman" w:cs="Times New Roman"/>
          <w:sz w:val="24"/>
          <w:szCs w:val="24"/>
        </w:rPr>
        <w:t xml:space="preserve">ehitusprojektis peatükk </w:t>
      </w:r>
      <w:r w:rsidR="007E18C5" w:rsidRPr="00884115">
        <w:rPr>
          <w:rFonts w:ascii="Times New Roman" w:eastAsia="Times New Roman" w:hAnsi="Times New Roman" w:cs="Times New Roman"/>
          <w:sz w:val="24"/>
          <w:szCs w:val="24"/>
        </w:rPr>
        <w:t>7</w:t>
      </w:r>
      <w:r w:rsidR="00C24E7E" w:rsidRPr="00884115">
        <w:rPr>
          <w:rFonts w:ascii="Times New Roman" w:eastAsia="Times New Roman" w:hAnsi="Times New Roman" w:cs="Times New Roman"/>
          <w:sz w:val="24"/>
          <w:szCs w:val="24"/>
        </w:rPr>
        <w:t xml:space="preserve">. Keskkonnakaitse (lk </w:t>
      </w:r>
      <w:r w:rsidR="007E18C5" w:rsidRPr="00884115">
        <w:rPr>
          <w:rFonts w:ascii="Times New Roman" w:eastAsia="Times New Roman" w:hAnsi="Times New Roman" w:cs="Times New Roman"/>
          <w:sz w:val="24"/>
          <w:szCs w:val="24"/>
        </w:rPr>
        <w:t>30-31</w:t>
      </w:r>
      <w:r w:rsidR="00C24E7E" w:rsidRPr="00884115">
        <w:rPr>
          <w:rFonts w:ascii="Times New Roman" w:eastAsia="Times New Roman" w:hAnsi="Times New Roman" w:cs="Times New Roman"/>
          <w:sz w:val="24"/>
          <w:szCs w:val="24"/>
        </w:rPr>
        <w:t>)</w:t>
      </w:r>
      <w:r w:rsidR="005067EE" w:rsidRPr="00884115">
        <w:rPr>
          <w:rFonts w:ascii="Times New Roman" w:eastAsia="Times New Roman" w:hAnsi="Times New Roman" w:cs="Times New Roman"/>
          <w:sz w:val="24"/>
          <w:szCs w:val="24"/>
        </w:rPr>
        <w:t xml:space="preserve"> </w:t>
      </w:r>
      <w:r w:rsidR="002551B0" w:rsidRPr="00884115">
        <w:rPr>
          <w:rFonts w:ascii="Times New Roman" w:eastAsia="Times New Roman" w:hAnsi="Times New Roman" w:cs="Times New Roman"/>
          <w:sz w:val="24"/>
          <w:szCs w:val="24"/>
        </w:rPr>
        <w:t>ning</w:t>
      </w:r>
      <w:r w:rsidR="002551B0" w:rsidRPr="00884115">
        <w:rPr>
          <w:rStyle w:val="normal1"/>
          <w:rFonts w:cs="Times New Roman"/>
          <w:szCs w:val="24"/>
        </w:rPr>
        <w:t xml:space="preserve"> tellija poolt koostatud keskkonnaanalüüsis toodut.</w:t>
      </w:r>
    </w:p>
    <w:p w14:paraId="17ED52DA" w14:textId="18091161" w:rsidR="00A65C86" w:rsidRPr="00884115" w:rsidRDefault="00EC23D5" w:rsidP="00E67DE8">
      <w:pPr>
        <w:pStyle w:val="Loendilik"/>
        <w:numPr>
          <w:ilvl w:val="0"/>
          <w:numId w:val="10"/>
        </w:numPr>
        <w:tabs>
          <w:tab w:val="left" w:pos="284"/>
          <w:tab w:val="left" w:pos="426"/>
        </w:tabs>
        <w:spacing w:after="0" w:line="240" w:lineRule="auto"/>
        <w:ind w:left="0" w:firstLine="0"/>
        <w:jc w:val="both"/>
        <w:rPr>
          <w:rStyle w:val="normal1"/>
          <w:rFonts w:cs="Times New Roman"/>
          <w:i/>
          <w:iCs/>
          <w:szCs w:val="24"/>
        </w:rPr>
      </w:pPr>
      <w:r w:rsidRPr="00884115">
        <w:rPr>
          <w:rStyle w:val="normal1"/>
          <w:rFonts w:cs="Times New Roman"/>
          <w:i/>
          <w:iCs/>
          <w:szCs w:val="24"/>
        </w:rPr>
        <w:t>Objekt piirneb I kaitsekategooria kaitsealuse liigi väike-konnakotka püsielupaikade</w:t>
      </w:r>
      <w:r w:rsidR="00356173" w:rsidRPr="00884115">
        <w:rPr>
          <w:rStyle w:val="normal1"/>
          <w:rFonts w:cs="Times New Roman"/>
          <w:i/>
          <w:iCs/>
          <w:szCs w:val="24"/>
        </w:rPr>
        <w:t>ga</w:t>
      </w:r>
      <w:r w:rsidR="00E81519" w:rsidRPr="00884115">
        <w:rPr>
          <w:rStyle w:val="normal1"/>
          <w:rFonts w:cs="Times New Roman"/>
          <w:i/>
          <w:iCs/>
          <w:szCs w:val="24"/>
        </w:rPr>
        <w:t>;</w:t>
      </w:r>
    </w:p>
    <w:p w14:paraId="55CAEB49" w14:textId="5D74FAD1" w:rsidR="002551B0" w:rsidRPr="00884115" w:rsidRDefault="00F261CD" w:rsidP="001A5D83">
      <w:pPr>
        <w:pStyle w:val="Loendilik"/>
        <w:numPr>
          <w:ilvl w:val="0"/>
          <w:numId w:val="10"/>
        </w:numPr>
        <w:tabs>
          <w:tab w:val="left" w:pos="284"/>
          <w:tab w:val="left" w:pos="426"/>
        </w:tabs>
        <w:spacing w:after="0" w:line="240" w:lineRule="auto"/>
        <w:ind w:left="0" w:firstLine="0"/>
        <w:jc w:val="both"/>
        <w:rPr>
          <w:rFonts w:ascii="Times New Roman" w:hAnsi="Times New Roman" w:cs="Times New Roman"/>
          <w:i/>
          <w:sz w:val="24"/>
          <w:szCs w:val="24"/>
        </w:rPr>
      </w:pPr>
      <w:r w:rsidRPr="00884115">
        <w:rPr>
          <w:rFonts w:ascii="Times New Roman" w:hAnsi="Times New Roman" w:cs="Times New Roman"/>
          <w:i/>
          <w:sz w:val="24"/>
          <w:szCs w:val="24"/>
        </w:rPr>
        <w:t xml:space="preserve">Objektil </w:t>
      </w:r>
      <w:r w:rsidR="00173995" w:rsidRPr="00884115">
        <w:rPr>
          <w:rFonts w:ascii="Times New Roman" w:hAnsi="Times New Roman" w:cs="Times New Roman"/>
          <w:i/>
          <w:sz w:val="24"/>
          <w:szCs w:val="24"/>
        </w:rPr>
        <w:t>asu</w:t>
      </w:r>
      <w:r w:rsidRPr="00884115">
        <w:rPr>
          <w:rFonts w:ascii="Times New Roman" w:hAnsi="Times New Roman" w:cs="Times New Roman"/>
          <w:i/>
          <w:sz w:val="24"/>
          <w:szCs w:val="24"/>
        </w:rPr>
        <w:t>b</w:t>
      </w:r>
      <w:r w:rsidR="00173995" w:rsidRPr="00884115">
        <w:rPr>
          <w:rFonts w:ascii="Times New Roman" w:hAnsi="Times New Roman" w:cs="Times New Roman"/>
          <w:i/>
          <w:sz w:val="24"/>
          <w:szCs w:val="24"/>
        </w:rPr>
        <w:t xml:space="preserve"> vääriselupai</w:t>
      </w:r>
      <w:r w:rsidRPr="00884115">
        <w:rPr>
          <w:rFonts w:ascii="Times New Roman" w:hAnsi="Times New Roman" w:cs="Times New Roman"/>
          <w:i/>
          <w:sz w:val="24"/>
          <w:szCs w:val="24"/>
        </w:rPr>
        <w:t>k</w:t>
      </w:r>
      <w:r w:rsidR="00173995" w:rsidRPr="00884115">
        <w:rPr>
          <w:rFonts w:ascii="Times New Roman" w:hAnsi="Times New Roman" w:cs="Times New Roman"/>
          <w:i/>
          <w:sz w:val="24"/>
          <w:szCs w:val="24"/>
        </w:rPr>
        <w:t xml:space="preserve"> </w:t>
      </w:r>
      <w:r w:rsidR="0071669B" w:rsidRPr="00884115">
        <w:rPr>
          <w:rFonts w:ascii="Times New Roman" w:hAnsi="Times New Roman" w:cs="Times New Roman"/>
          <w:i/>
          <w:sz w:val="24"/>
          <w:szCs w:val="24"/>
        </w:rPr>
        <w:t xml:space="preserve">VEP nr. </w:t>
      </w:r>
      <w:r w:rsidR="00884115" w:rsidRPr="00884115">
        <w:rPr>
          <w:rFonts w:ascii="Times New Roman" w:hAnsi="Times New Roman" w:cs="Times New Roman"/>
          <w:i/>
          <w:sz w:val="24"/>
          <w:szCs w:val="24"/>
        </w:rPr>
        <w:t>205243</w:t>
      </w:r>
      <w:r w:rsidR="002551B0" w:rsidRPr="00884115">
        <w:rPr>
          <w:rFonts w:ascii="Times New Roman" w:hAnsi="Times New Roman" w:cs="Times New Roman"/>
          <w:i/>
          <w:sz w:val="24"/>
          <w:szCs w:val="24"/>
        </w:rPr>
        <w:t xml:space="preserve">. </w:t>
      </w:r>
    </w:p>
    <w:p w14:paraId="77AAC424" w14:textId="77777777" w:rsidR="00705773" w:rsidRPr="00884115"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884115">
        <w:rPr>
          <w:rFonts w:ascii="Times New Roman" w:hAnsi="Times New Roman" w:cs="Times New Roman"/>
          <w:sz w:val="24"/>
          <w:szCs w:val="24"/>
        </w:rPr>
        <w:t>teostama t</w:t>
      </w:r>
      <w:r w:rsidR="00705773" w:rsidRPr="00884115">
        <w:rPr>
          <w:rFonts w:ascii="Times New Roman" w:hAnsi="Times New Roman" w:cs="Times New Roman"/>
          <w:sz w:val="24"/>
          <w:szCs w:val="24"/>
        </w:rPr>
        <w:t xml:space="preserve">ööd, s.h projekti muutmisest </w:t>
      </w:r>
      <w:r w:rsidRPr="00884115">
        <w:rPr>
          <w:rFonts w:ascii="Times New Roman" w:hAnsi="Times New Roman" w:cs="Times New Roman"/>
          <w:sz w:val="24"/>
          <w:szCs w:val="24"/>
        </w:rPr>
        <w:t>tulenevad lisatööd, p</w:t>
      </w:r>
      <w:r w:rsidR="00705773" w:rsidRPr="00884115">
        <w:rPr>
          <w:rFonts w:ascii="Times New Roman" w:hAnsi="Times New Roman" w:cs="Times New Roman"/>
          <w:sz w:val="24"/>
          <w:szCs w:val="24"/>
        </w:rPr>
        <w:t>akkumises toodud hindadega, tähtaegselt ja k</w:t>
      </w:r>
      <w:r w:rsidRPr="00884115">
        <w:rPr>
          <w:rFonts w:ascii="Times New Roman" w:hAnsi="Times New Roman" w:cs="Times New Roman"/>
          <w:sz w:val="24"/>
          <w:szCs w:val="24"/>
        </w:rPr>
        <w:t>valiteetselt ning informeerima t</w:t>
      </w:r>
      <w:r w:rsidR="00705773" w:rsidRPr="00884115">
        <w:rPr>
          <w:rFonts w:ascii="Times New Roman" w:hAnsi="Times New Roman" w:cs="Times New Roman"/>
          <w:sz w:val="24"/>
          <w:szCs w:val="24"/>
        </w:rPr>
        <w:t>ellijat tööde või lisatööde hili</w:t>
      </w:r>
      <w:r w:rsidR="00705773" w:rsidRPr="00884115">
        <w:rPr>
          <w:rFonts w:ascii="Times New Roman" w:hAnsi="Times New Roman" w:cs="Times New Roman"/>
          <w:sz w:val="24"/>
          <w:szCs w:val="24"/>
        </w:rPr>
        <w:softHyphen/>
        <w:t>ne</w:t>
      </w:r>
      <w:r w:rsidR="00705773" w:rsidRPr="00884115">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884115">
        <w:rPr>
          <w:rFonts w:ascii="Times New Roman" w:hAnsi="Times New Roman" w:cs="Times New Roman"/>
          <w:sz w:val="24"/>
          <w:szCs w:val="24"/>
        </w:rPr>
        <w:t>järgima seaduste, eelkõige metsaseaduse, päästeseaduse ning töötervishoiu ja tööohutuse seaduse, samuti nende alusel antud õigusaktide</w:t>
      </w:r>
      <w:r w:rsidRPr="00E67DE8">
        <w:rPr>
          <w:rFonts w:ascii="Times New Roman" w:hAnsi="Times New Roman" w:cs="Times New Roman"/>
          <w:sz w:val="24"/>
          <w:szCs w:val="24"/>
        </w:rPr>
        <w:t xml:space="preserv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43A2B3E3"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772431">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1D34A2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maaparandussüsteemi kasutuselevõtu akti allkirjastamisest Põllumajandus- ja Toiduameti</w:t>
      </w:r>
      <w:r w:rsidR="00B94BEA">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548231DB"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924184">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924184">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41D15206"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maaparandussüsteemi kasutuselevõtu akti allkirjastamisest Põllumajandus- ja Toiduameti</w:t>
      </w:r>
      <w:r w:rsidR="00B94BEA">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BD8983F"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7869DA" w:rsidRPr="00125F24">
        <w:rPr>
          <w:rFonts w:ascii="Times New Roman" w:eastAsia="Times New Roman" w:hAnsi="Times New Roman" w:cs="Times New Roman"/>
          <w:sz w:val="24"/>
          <w:szCs w:val="24"/>
        </w:rPr>
        <w:t xml:space="preserve">Rein Kilgi, tel: 5073440, e-mail: </w:t>
      </w:r>
      <w:hyperlink r:id="rId11" w:history="1">
        <w:r w:rsidR="007869DA" w:rsidRPr="00A41F7B">
          <w:rPr>
            <w:rStyle w:val="Hperlink"/>
            <w:rFonts w:ascii="Times New Roman" w:eastAsia="Times New Roman" w:hAnsi="Times New Roman" w:cs="Times New Roman"/>
            <w:sz w:val="24"/>
            <w:szCs w:val="24"/>
          </w:rPr>
          <w:t>rein.kilgi@rmk.ee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772431"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772431"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772431"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7525AFDF" w14:textId="77777777" w:rsidR="000C5971" w:rsidRPr="0050772E" w:rsidRDefault="000C5971" w:rsidP="000C5971">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4AA5A5E8EA8E49A5856FC146AE31BDE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61760B502E16411494FACEA6FDD0741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1"/>
    </w:p>
    <w:p w14:paraId="41D9033C" w14:textId="77777777" w:rsidR="000C5971" w:rsidRPr="00FE2065" w:rsidRDefault="000C5971" w:rsidP="000C5971">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3D5DED23" w14:textId="77777777" w:rsidR="000C5971" w:rsidRPr="00FE2065" w:rsidRDefault="000C5971" w:rsidP="000C5971">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75F3779" w14:textId="77777777" w:rsidR="000C5971" w:rsidRPr="00FE2065" w:rsidRDefault="000C5971" w:rsidP="000C5971">
      <w:pPr>
        <w:spacing w:after="0" w:line="240" w:lineRule="auto"/>
        <w:jc w:val="both"/>
        <w:rPr>
          <w:rFonts w:ascii="Times New Roman" w:hAnsi="Times New Roman" w:cs="Times New Roman"/>
          <w:sz w:val="24"/>
          <w:szCs w:val="24"/>
        </w:rPr>
      </w:pPr>
    </w:p>
    <w:p w14:paraId="7ADFFC0A" w14:textId="77777777" w:rsidR="000C5971" w:rsidRPr="00FE2065" w:rsidRDefault="000C5971" w:rsidP="000C5971">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C8DC2EF6DA554E1C8BA91D1431C7E09D"/>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2B4104247DC40FC8110716233A580C9"/>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DD4F8BA" w14:textId="77777777" w:rsidR="000C5971" w:rsidRPr="00FE2065" w:rsidRDefault="000C5971" w:rsidP="000C5971">
      <w:pPr>
        <w:spacing w:after="0" w:line="240" w:lineRule="auto"/>
        <w:jc w:val="both"/>
        <w:rPr>
          <w:rFonts w:ascii="Times New Roman" w:hAnsi="Times New Roman" w:cs="Times New Roman"/>
          <w:b/>
          <w:color w:val="000000" w:themeColor="text1"/>
          <w:sz w:val="24"/>
          <w:szCs w:val="24"/>
        </w:rPr>
      </w:pPr>
    </w:p>
    <w:p w14:paraId="6E56E364" w14:textId="77777777" w:rsidR="000C5971" w:rsidRPr="00FE2065" w:rsidRDefault="000C5971" w:rsidP="000C5971">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165E5BDB" w14:textId="77777777" w:rsidR="000C5971" w:rsidRPr="00FE2065" w:rsidRDefault="000C5971" w:rsidP="000C5971">
      <w:pPr>
        <w:spacing w:after="0" w:line="240" w:lineRule="auto"/>
        <w:jc w:val="both"/>
        <w:rPr>
          <w:rFonts w:ascii="Times New Roman" w:hAnsi="Times New Roman" w:cs="Times New Roman"/>
          <w:sz w:val="24"/>
          <w:szCs w:val="24"/>
        </w:rPr>
      </w:pPr>
    </w:p>
    <w:p w14:paraId="3CF6A305" w14:textId="77777777" w:rsidR="000C5971" w:rsidRDefault="000C5971" w:rsidP="000C597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5CD8D513"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5732714"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2DAED055"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267B0AD9"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p>
    <w:p w14:paraId="595BE2A0" w14:textId="77777777" w:rsidR="000C5971" w:rsidRDefault="000C5971" w:rsidP="000C597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11EC04"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0B9831C5"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68B9FDA6"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4244B427"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0C016C1"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35DB1B"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61237159"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p>
    <w:p w14:paraId="27C05BAB" w14:textId="77777777" w:rsidR="000C5971" w:rsidRDefault="000C5971" w:rsidP="000C597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19897E06"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AB469EC"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6504FFD"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2195ACD"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31BD45A9"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5264068"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781B1B7"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8BB4CF"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p>
    <w:p w14:paraId="0BA468A8"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p>
    <w:p w14:paraId="3D4FA775"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p>
    <w:p w14:paraId="33D816B6" w14:textId="77777777" w:rsidR="000C5971" w:rsidRDefault="000C5971" w:rsidP="000C597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03EC0A7B"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5AB34E"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5F9D67AA"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49EC4AB"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9EB9AC7"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6E9DA925"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316EDD04"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05219D93"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75A6CFF0"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1B842B97"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p>
    <w:p w14:paraId="38890E02" w14:textId="77777777" w:rsidR="000C5971" w:rsidRDefault="000C5971" w:rsidP="000C597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CEB2782"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4579CB0"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1022EC86"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6D88954"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C191B47"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A3862BC" w14:textId="77777777" w:rsidR="000C5971" w:rsidRDefault="000C5971" w:rsidP="000C5971">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7030AE5F"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169E57D1"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39BB694"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7B83AD0"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1B4F862"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p>
    <w:p w14:paraId="66A991A1" w14:textId="77777777" w:rsidR="000C5971" w:rsidRDefault="000C5971" w:rsidP="000C5971">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244B903"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17A74AA"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01DA9007" w14:textId="77777777" w:rsidR="000C5971" w:rsidRDefault="000C5971" w:rsidP="000C5971">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38D4102B" w14:textId="77777777" w:rsidR="000C5971" w:rsidRPr="00FE2065" w:rsidRDefault="000C5971" w:rsidP="000C5971">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3A7D213C" w14:textId="77777777" w:rsidR="000C5971" w:rsidRDefault="000C5971" w:rsidP="000C5971">
      <w:pPr>
        <w:spacing w:after="0" w:line="240" w:lineRule="auto"/>
        <w:jc w:val="both"/>
        <w:outlineLvl w:val="0"/>
        <w:rPr>
          <w:rFonts w:ascii="Times New Roman" w:hAnsi="Times New Roman" w:cs="Times New Roman"/>
          <w:b/>
          <w:sz w:val="24"/>
          <w:szCs w:val="24"/>
        </w:rPr>
      </w:pPr>
    </w:p>
    <w:p w14:paraId="6D70BC95" w14:textId="77777777" w:rsidR="000C5971" w:rsidRPr="00FE2065" w:rsidRDefault="000C5971" w:rsidP="000C5971">
      <w:pPr>
        <w:spacing w:after="0" w:line="240" w:lineRule="auto"/>
        <w:jc w:val="both"/>
        <w:outlineLvl w:val="0"/>
        <w:rPr>
          <w:rFonts w:ascii="Times New Roman" w:hAnsi="Times New Roman" w:cs="Times New Roman"/>
          <w:b/>
          <w:sz w:val="24"/>
          <w:szCs w:val="24"/>
        </w:rPr>
      </w:pPr>
    </w:p>
    <w:p w14:paraId="18FF8C67" w14:textId="77777777" w:rsidR="000C5971" w:rsidRPr="00FE2065" w:rsidRDefault="000C5971" w:rsidP="000C5971">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BA1107" w14:textId="77777777" w:rsidR="000C5971" w:rsidRPr="00FE2065" w:rsidRDefault="000C5971" w:rsidP="000C5971">
      <w:pPr>
        <w:spacing w:after="0" w:line="240" w:lineRule="auto"/>
        <w:jc w:val="both"/>
        <w:rPr>
          <w:rFonts w:ascii="Times New Roman" w:hAnsi="Times New Roman" w:cs="Times New Roman"/>
          <w:sz w:val="24"/>
          <w:szCs w:val="24"/>
        </w:rPr>
      </w:pPr>
    </w:p>
    <w:p w14:paraId="632C0991" w14:textId="77777777" w:rsidR="000C5971" w:rsidRPr="00FE2065" w:rsidRDefault="000C5971" w:rsidP="000C5971">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0C5971" w14:paraId="16E721F4" w14:textId="77777777" w:rsidTr="00D91B69">
        <w:tc>
          <w:tcPr>
            <w:tcW w:w="4606" w:type="dxa"/>
          </w:tcPr>
          <w:p w14:paraId="2B77D937" w14:textId="77777777" w:rsidR="000C5971" w:rsidRDefault="000C5971" w:rsidP="00D91B69">
            <w:pPr>
              <w:jc w:val="both"/>
            </w:pPr>
          </w:p>
        </w:tc>
        <w:tc>
          <w:tcPr>
            <w:tcW w:w="4606" w:type="dxa"/>
          </w:tcPr>
          <w:p w14:paraId="2FD4EF25" w14:textId="77777777" w:rsidR="000C5971" w:rsidRDefault="000C5971" w:rsidP="00D91B69">
            <w:pPr>
              <w:jc w:val="both"/>
            </w:pPr>
          </w:p>
        </w:tc>
      </w:tr>
      <w:tr w:rsidR="000C5971" w14:paraId="592C3895" w14:textId="77777777" w:rsidTr="00D91B69">
        <w:tc>
          <w:tcPr>
            <w:tcW w:w="4606" w:type="dxa"/>
          </w:tcPr>
          <w:p w14:paraId="3C0E5A5E" w14:textId="77777777" w:rsidR="000C5971" w:rsidRPr="002C6717" w:rsidRDefault="00772431" w:rsidP="00D91B69">
            <w:pPr>
              <w:jc w:val="both"/>
              <w:rPr>
                <w:sz w:val="24"/>
                <w:szCs w:val="24"/>
              </w:rPr>
            </w:pPr>
            <w:sdt>
              <w:sdtPr>
                <w:rPr>
                  <w:sz w:val="24"/>
                  <w:szCs w:val="24"/>
                </w:rPr>
                <w:id w:val="1096833988"/>
                <w:placeholder>
                  <w:docPart w:val="899B6F88E16F45E1B31520418103798F"/>
                </w:placeholder>
                <w:comboBox>
                  <w:listItem w:displayText=" " w:value=" "/>
                  <w:listItem w:displayText="(allkirjastatud digitaalselt)" w:value="(allkirjastatud digitaalselt)"/>
                </w:comboBox>
              </w:sdtPr>
              <w:sdtEndPr/>
              <w:sdtContent>
                <w:r w:rsidR="000C5971">
                  <w:rPr>
                    <w:sz w:val="24"/>
                    <w:szCs w:val="24"/>
                  </w:rPr>
                  <w:t>(allkirjastatud digitaalselt)</w:t>
                </w:r>
              </w:sdtContent>
            </w:sdt>
          </w:p>
        </w:tc>
        <w:tc>
          <w:tcPr>
            <w:tcW w:w="4606" w:type="dxa"/>
          </w:tcPr>
          <w:p w14:paraId="0DADA1FE" w14:textId="77777777" w:rsidR="000C5971" w:rsidRPr="002C6717" w:rsidRDefault="00772431" w:rsidP="00D91B69">
            <w:pPr>
              <w:jc w:val="both"/>
              <w:rPr>
                <w:sz w:val="24"/>
                <w:szCs w:val="24"/>
              </w:rPr>
            </w:pPr>
            <w:sdt>
              <w:sdtPr>
                <w:rPr>
                  <w:sz w:val="24"/>
                  <w:szCs w:val="24"/>
                </w:rPr>
                <w:id w:val="-992566896"/>
                <w:placeholder>
                  <w:docPart w:val="A7E0443165B24E3CA4F0445AE8475D4A"/>
                </w:placeholder>
                <w:comboBox>
                  <w:listItem w:displayText=" " w:value=" "/>
                  <w:listItem w:displayText="(allkirjastatud digitaalselt)" w:value="(allkirjastatud digitaalselt)"/>
                </w:comboBox>
              </w:sdtPr>
              <w:sdtEndPr/>
              <w:sdtContent>
                <w:r w:rsidR="000C5971">
                  <w:rPr>
                    <w:sz w:val="24"/>
                    <w:szCs w:val="24"/>
                  </w:rPr>
                  <w:t>(allkirjastatud digitaalselt)</w:t>
                </w:r>
              </w:sdtContent>
            </w:sdt>
          </w:p>
        </w:tc>
      </w:tr>
      <w:tr w:rsidR="000C5971" w14:paraId="1D625940" w14:textId="77777777" w:rsidTr="00D91B69">
        <w:tc>
          <w:tcPr>
            <w:tcW w:w="4606" w:type="dxa"/>
          </w:tcPr>
          <w:p w14:paraId="10838586" w14:textId="77777777" w:rsidR="000C5971" w:rsidRPr="002C6717" w:rsidRDefault="000C5971" w:rsidP="00D91B69">
            <w:pPr>
              <w:jc w:val="both"/>
              <w:rPr>
                <w:sz w:val="24"/>
                <w:szCs w:val="24"/>
              </w:rPr>
            </w:pPr>
          </w:p>
        </w:tc>
        <w:tc>
          <w:tcPr>
            <w:tcW w:w="4606" w:type="dxa"/>
          </w:tcPr>
          <w:p w14:paraId="20A60D8B" w14:textId="77777777" w:rsidR="000C5971" w:rsidRPr="002C6717" w:rsidRDefault="000C5971" w:rsidP="00D91B69">
            <w:pPr>
              <w:jc w:val="both"/>
              <w:rPr>
                <w:sz w:val="24"/>
                <w:szCs w:val="24"/>
              </w:rPr>
            </w:pPr>
          </w:p>
        </w:tc>
      </w:tr>
      <w:tr w:rsidR="000C5971" w14:paraId="11AB8A2A" w14:textId="77777777" w:rsidTr="00D91B69">
        <w:tc>
          <w:tcPr>
            <w:tcW w:w="4606" w:type="dxa"/>
          </w:tcPr>
          <w:p w14:paraId="6106B83A" w14:textId="77777777" w:rsidR="000C5971" w:rsidRPr="002C6717" w:rsidRDefault="000C5971" w:rsidP="00D91B69">
            <w:pPr>
              <w:jc w:val="both"/>
              <w:rPr>
                <w:sz w:val="24"/>
                <w:szCs w:val="24"/>
              </w:rPr>
            </w:pPr>
            <w:r w:rsidRPr="00240C3D">
              <w:rPr>
                <w:sz w:val="24"/>
                <w:szCs w:val="24"/>
                <w:lang w:eastAsia="en-US"/>
              </w:rPr>
              <w:t>Margus Reimann</w:t>
            </w:r>
          </w:p>
        </w:tc>
        <w:tc>
          <w:tcPr>
            <w:tcW w:w="4606" w:type="dxa"/>
          </w:tcPr>
          <w:p w14:paraId="59D669F4" w14:textId="77777777" w:rsidR="000C5971" w:rsidRPr="002C6717" w:rsidRDefault="000C5971" w:rsidP="00D91B69">
            <w:pPr>
              <w:jc w:val="both"/>
              <w:rPr>
                <w:sz w:val="24"/>
                <w:szCs w:val="24"/>
              </w:rPr>
            </w:pPr>
            <w:r>
              <w:rPr>
                <w:sz w:val="24"/>
                <w:szCs w:val="24"/>
              </w:rPr>
              <w:t>……………………..</w:t>
            </w:r>
          </w:p>
        </w:tc>
      </w:tr>
    </w:tbl>
    <w:p w14:paraId="7CE01C89" w14:textId="77777777" w:rsidR="000C5971" w:rsidRDefault="000C5971" w:rsidP="000C5971">
      <w:pPr>
        <w:rPr>
          <w:rFonts w:ascii="Times New Roman" w:hAnsi="Times New Roman" w:cs="Times New Roman"/>
          <w:sz w:val="24"/>
          <w:szCs w:val="24"/>
        </w:rPr>
      </w:pPr>
      <w:r>
        <w:rPr>
          <w:rFonts w:ascii="Times New Roman" w:hAnsi="Times New Roman" w:cs="Times New Roman"/>
          <w:sz w:val="24"/>
          <w:szCs w:val="24"/>
        </w:rPr>
        <w:br w:type="page"/>
      </w:r>
    </w:p>
    <w:p w14:paraId="3CB3A536" w14:textId="77777777" w:rsidR="000C5971" w:rsidRPr="0050772E" w:rsidRDefault="000C5971" w:rsidP="000C5971">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9B0ECBCB84C84D46A4DA06989C9AD1F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768B4CF635384DFAA8CC9A0CA503F759"/>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2D5E2C1" w14:textId="77777777" w:rsidR="000C5971" w:rsidRPr="003F3A57" w:rsidRDefault="000C5971" w:rsidP="000C5971">
      <w:pPr>
        <w:spacing w:after="0" w:line="360" w:lineRule="auto"/>
        <w:jc w:val="both"/>
        <w:rPr>
          <w:rFonts w:ascii="Times New Roman" w:eastAsia="Calibri" w:hAnsi="Times New Roman" w:cs="Times New Roman"/>
          <w:color w:val="000000"/>
          <w:sz w:val="24"/>
        </w:rPr>
      </w:pPr>
    </w:p>
    <w:p w14:paraId="7268F3A8" w14:textId="77777777" w:rsidR="000C5971" w:rsidRPr="003F3A57" w:rsidRDefault="000C5971" w:rsidP="000C5971">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F58634D" w14:textId="77777777" w:rsidR="000C5971" w:rsidRDefault="000C5971" w:rsidP="000C5971">
      <w:pPr>
        <w:spacing w:after="0" w:line="360" w:lineRule="auto"/>
        <w:jc w:val="both"/>
        <w:rPr>
          <w:rFonts w:ascii="Times New Roman" w:eastAsia="Calibri" w:hAnsi="Times New Roman" w:cs="Times New Roman"/>
          <w:color w:val="000000"/>
          <w:sz w:val="24"/>
        </w:rPr>
      </w:pPr>
    </w:p>
    <w:p w14:paraId="3CE650C6" w14:textId="77777777" w:rsidR="000C5971" w:rsidRPr="003F3A57" w:rsidRDefault="000C5971" w:rsidP="000C5971">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6AB58090" w14:textId="77777777" w:rsidR="000C5971" w:rsidRPr="003F3A57" w:rsidRDefault="000C5971" w:rsidP="000C5971">
      <w:pPr>
        <w:spacing w:after="0" w:line="360" w:lineRule="auto"/>
        <w:jc w:val="both"/>
        <w:rPr>
          <w:rFonts w:ascii="Times New Roman" w:eastAsia="Calibri" w:hAnsi="Times New Roman" w:cs="Times New Roman"/>
          <w:color w:val="000000"/>
          <w:sz w:val="24"/>
        </w:rPr>
      </w:pPr>
    </w:p>
    <w:p w14:paraId="5011FCD6" w14:textId="77777777" w:rsidR="000C5971" w:rsidRPr="003F3A57" w:rsidRDefault="000C5971" w:rsidP="000C5971">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5D1D867E"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50BD6710"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2" w:name="_Hlk126332194"/>
      <w:sdt>
        <w:sdtPr>
          <w:rPr>
            <w:rFonts w:ascii="Times New Roman" w:eastAsia="Calibri" w:hAnsi="Times New Roman" w:cs="Times New Roman"/>
            <w:b/>
            <w:bCs/>
            <w:color w:val="000000"/>
            <w:sz w:val="24"/>
          </w:rPr>
          <w:alias w:val="Company"/>
          <w:tag w:val=""/>
          <w:id w:val="-2000023443"/>
          <w:placeholder>
            <w:docPart w:val="986B26C25A63406FA30E2D5075D4A4BD"/>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2"/>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0D27C21C"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494E51DC" w14:textId="77777777" w:rsidR="000C5971" w:rsidRPr="003F3A57" w:rsidRDefault="000C5971" w:rsidP="000C5971">
      <w:pPr>
        <w:spacing w:after="240" w:line="240" w:lineRule="auto"/>
        <w:ind w:left="-6"/>
        <w:jc w:val="both"/>
        <w:rPr>
          <w:rFonts w:ascii="Times New Roman" w:eastAsia="Calibri" w:hAnsi="Times New Roman" w:cs="Times New Roman"/>
          <w:color w:val="000000"/>
          <w:sz w:val="24"/>
        </w:rPr>
      </w:pPr>
    </w:p>
    <w:p w14:paraId="5CA74CC5" w14:textId="77777777" w:rsidR="000C5971" w:rsidRPr="003F3A57" w:rsidRDefault="000C5971" w:rsidP="000C5971">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9391855"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E672489"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15F16354"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87C52E6"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0485230A"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029DF62D" w14:textId="77777777" w:rsidR="000C5971" w:rsidRPr="003F3A57" w:rsidRDefault="000C5971" w:rsidP="000C5971">
      <w:pPr>
        <w:spacing w:after="240" w:line="240" w:lineRule="auto"/>
        <w:ind w:left="-6"/>
        <w:jc w:val="both"/>
        <w:rPr>
          <w:rFonts w:ascii="Times New Roman" w:eastAsia="Calibri" w:hAnsi="Times New Roman" w:cs="Times New Roman"/>
          <w:color w:val="000000"/>
          <w:sz w:val="24"/>
        </w:rPr>
      </w:pPr>
    </w:p>
    <w:p w14:paraId="00F9D107" w14:textId="77777777" w:rsidR="000C5971" w:rsidRPr="003F3A57" w:rsidRDefault="000C5971" w:rsidP="000C5971">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0AD4A143"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A3B35CB"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6C8B64C5"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3AA5DC86"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0809CF95"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7B6D44DE"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9F7EC44" w14:textId="77777777" w:rsidR="000C5971" w:rsidRPr="003F3A57" w:rsidRDefault="000C5971" w:rsidP="000C5971">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72FAAAC" w14:textId="77777777" w:rsidR="000C5971" w:rsidRPr="003F3A57" w:rsidRDefault="000C5971" w:rsidP="000C5971">
      <w:pPr>
        <w:spacing w:after="240" w:line="240" w:lineRule="auto"/>
        <w:jc w:val="both"/>
        <w:rPr>
          <w:rFonts w:ascii="Times New Roman" w:eastAsia="Calibri" w:hAnsi="Times New Roman" w:cs="Times New Roman"/>
          <w:color w:val="000000"/>
          <w:sz w:val="24"/>
        </w:rPr>
      </w:pPr>
    </w:p>
    <w:p w14:paraId="6AB34446" w14:textId="77777777" w:rsidR="000C5971" w:rsidRPr="003F3A57" w:rsidRDefault="000C5971" w:rsidP="000C5971">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7A4F2FAE"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AE528E3"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45E5DE9"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43459E7E"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0DE225C"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4D9146A" w14:textId="77777777" w:rsidR="000C5971" w:rsidRPr="003F3A57" w:rsidRDefault="000C5971" w:rsidP="000C5971">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56F0FD0D" w14:textId="77777777" w:rsidR="000C5971" w:rsidRDefault="000C5971" w:rsidP="000C5971">
      <w:pPr>
        <w:spacing w:after="240" w:line="240" w:lineRule="auto"/>
        <w:ind w:left="-6"/>
        <w:jc w:val="both"/>
        <w:rPr>
          <w:rFonts w:ascii="Times New Roman" w:eastAsia="Calibri" w:hAnsi="Times New Roman" w:cs="Times New Roman"/>
          <w:color w:val="000000"/>
          <w:sz w:val="24"/>
        </w:rPr>
      </w:pPr>
    </w:p>
    <w:p w14:paraId="7628ADB1" w14:textId="77777777" w:rsidR="000C5971" w:rsidRPr="003F3A57" w:rsidRDefault="000C5971" w:rsidP="000C5971">
      <w:pPr>
        <w:spacing w:after="240" w:line="240" w:lineRule="auto"/>
        <w:ind w:left="-6"/>
        <w:jc w:val="both"/>
        <w:rPr>
          <w:rFonts w:ascii="Times New Roman" w:eastAsia="Calibri" w:hAnsi="Times New Roman" w:cs="Times New Roman"/>
          <w:color w:val="000000"/>
          <w:sz w:val="24"/>
        </w:rPr>
      </w:pPr>
    </w:p>
    <w:p w14:paraId="119C5491" w14:textId="77777777" w:rsidR="000C5971" w:rsidRPr="003F3A57" w:rsidRDefault="000C5971" w:rsidP="000C5971">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564FC7E"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E3741FD"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8EB8D68"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6F9CAA6A"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842AA54"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608D423D" w14:textId="77777777" w:rsidR="000C5971" w:rsidRPr="003F3A57" w:rsidRDefault="000C5971" w:rsidP="000C5971">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30351" w14:textId="77777777" w:rsidR="000C5971" w:rsidRPr="003F3A57" w:rsidRDefault="000C5971" w:rsidP="000C5971">
      <w:pPr>
        <w:shd w:val="clear" w:color="auto" w:fill="FFFFFF"/>
        <w:spacing w:after="60" w:line="276" w:lineRule="auto"/>
        <w:jc w:val="both"/>
        <w:rPr>
          <w:rFonts w:ascii="Times New Roman" w:eastAsia="Calibri" w:hAnsi="Times New Roman" w:cs="Times New Roman"/>
          <w:b/>
          <w:color w:val="000000"/>
          <w:sz w:val="24"/>
        </w:rPr>
      </w:pPr>
    </w:p>
    <w:p w14:paraId="0E12F626" w14:textId="77777777" w:rsidR="000C5971" w:rsidRPr="003F3A57" w:rsidRDefault="000C5971" w:rsidP="000C5971">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879BA5E" w14:textId="77777777" w:rsidR="000C5971" w:rsidRPr="003F3A57" w:rsidRDefault="000C5971" w:rsidP="000C5971">
      <w:pPr>
        <w:shd w:val="clear" w:color="auto" w:fill="FFFFFF"/>
        <w:spacing w:after="60" w:line="276" w:lineRule="auto"/>
        <w:jc w:val="both"/>
        <w:rPr>
          <w:rFonts w:ascii="Times New Roman" w:eastAsia="Calibri" w:hAnsi="Times New Roman" w:cs="Times New Roman"/>
          <w:b/>
          <w:color w:val="000000"/>
          <w:sz w:val="24"/>
        </w:rPr>
      </w:pPr>
    </w:p>
    <w:p w14:paraId="40EF6238" w14:textId="77777777" w:rsidR="000C5971" w:rsidRPr="003F3A57" w:rsidRDefault="000C5971" w:rsidP="000C5971">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A97CF6B" w14:textId="77777777" w:rsidR="000C5971" w:rsidRPr="003F3A57" w:rsidRDefault="000C5971" w:rsidP="000C5971">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F4FB55B411924D19B4015CED450FC240"/>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6CFD03E0" w14:textId="77777777" w:rsidR="000C5971" w:rsidRPr="003F3A57" w:rsidRDefault="000C5971" w:rsidP="000C5971">
      <w:pPr>
        <w:spacing w:after="0" w:line="360" w:lineRule="auto"/>
        <w:jc w:val="both"/>
        <w:rPr>
          <w:rFonts w:ascii="Times New Roman" w:eastAsia="Calibri" w:hAnsi="Times New Roman" w:cs="Times New Roman"/>
          <w:color w:val="000000"/>
          <w:sz w:val="24"/>
        </w:rPr>
      </w:pPr>
    </w:p>
    <w:p w14:paraId="418A9792" w14:textId="77777777" w:rsidR="000C5971" w:rsidRPr="003F3A57" w:rsidRDefault="00772431" w:rsidP="000C5971">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CAD067A08D5544079A189AD16FBB3D19"/>
          </w:placeholder>
          <w:comboBox>
            <w:listItem w:displayText=" " w:value=" "/>
            <w:listItem w:displayText="(allkirjastatud digitaalselt)" w:value="(allkirjastatud digitaalselt)"/>
          </w:comboBox>
        </w:sdtPr>
        <w:sdtEndPr/>
        <w:sdtContent>
          <w:r w:rsidR="000C5971">
            <w:rPr>
              <w:rFonts w:ascii="Times New Roman" w:eastAsia="Calibri" w:hAnsi="Times New Roman" w:cs="Times New Roman"/>
              <w:b/>
              <w:color w:val="000000"/>
              <w:sz w:val="24"/>
            </w:rPr>
            <w:t>(allkirjastatud digitaalselt)</w:t>
          </w:r>
        </w:sdtContent>
      </w:sdt>
      <w:r w:rsidR="000C5971" w:rsidRPr="003F3A57">
        <w:rPr>
          <w:rFonts w:ascii="Times New Roman" w:eastAsia="Calibri" w:hAnsi="Times New Roman" w:cs="Times New Roman"/>
          <w:b/>
          <w:color w:val="000000"/>
          <w:sz w:val="24"/>
        </w:rPr>
        <w:tab/>
      </w:r>
      <w:r w:rsidR="000C5971" w:rsidRPr="003F3A57">
        <w:rPr>
          <w:rFonts w:ascii="Times New Roman" w:eastAsia="Calibri" w:hAnsi="Times New Roman" w:cs="Times New Roman"/>
          <w:b/>
          <w:color w:val="000000"/>
          <w:sz w:val="24"/>
        </w:rPr>
        <w:tab/>
      </w:r>
      <w:r w:rsidR="000C5971" w:rsidRPr="003F3A57">
        <w:rPr>
          <w:rFonts w:ascii="Times New Roman" w:eastAsia="Calibri" w:hAnsi="Times New Roman" w:cs="Times New Roman"/>
          <w:b/>
          <w:color w:val="000000"/>
          <w:sz w:val="24"/>
        </w:rPr>
        <w:tab/>
      </w:r>
      <w:r w:rsidR="000C5971"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3055030538F47D9BB41EE2C092FAECB"/>
          </w:placeholder>
          <w:comboBox>
            <w:listItem w:displayText=" " w:value=" "/>
            <w:listItem w:displayText="(allkirjastatud digitaalselt)" w:value="(allkirjastatud digitaalselt)"/>
          </w:comboBox>
        </w:sdtPr>
        <w:sdtEndPr/>
        <w:sdtContent>
          <w:r w:rsidR="000C5971">
            <w:rPr>
              <w:rFonts w:ascii="Times New Roman" w:eastAsia="Calibri" w:hAnsi="Times New Roman" w:cs="Times New Roman"/>
              <w:b/>
              <w:color w:val="000000"/>
              <w:sz w:val="24"/>
            </w:rPr>
            <w:t>(allkirjastatud digitaalselt)</w:t>
          </w:r>
        </w:sdtContent>
      </w:sdt>
      <w:r w:rsidR="000C5971" w:rsidRPr="003F3A57">
        <w:rPr>
          <w:rFonts w:ascii="Times New Roman" w:eastAsia="Calibri" w:hAnsi="Times New Roman" w:cs="Times New Roman"/>
          <w:b/>
          <w:color w:val="000000"/>
          <w:sz w:val="24"/>
        </w:rPr>
        <w:tab/>
      </w:r>
    </w:p>
    <w:p w14:paraId="7CE584CB" w14:textId="77777777" w:rsidR="000C5971" w:rsidRPr="003F3A57" w:rsidRDefault="000C5971" w:rsidP="000C5971">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0C5971" w14:paraId="48424281" w14:textId="77777777" w:rsidTr="00D91B69">
        <w:tc>
          <w:tcPr>
            <w:tcW w:w="4822" w:type="dxa"/>
          </w:tcPr>
          <w:p w14:paraId="0C2447E6" w14:textId="77777777" w:rsidR="000C5971" w:rsidRPr="00FE2065" w:rsidRDefault="000C5971" w:rsidP="00D91B69">
            <w:pPr>
              <w:jc w:val="both"/>
              <w:rPr>
                <w:sz w:val="24"/>
                <w:szCs w:val="24"/>
              </w:rPr>
            </w:pPr>
            <w:r w:rsidRPr="00240C3D">
              <w:rPr>
                <w:sz w:val="24"/>
                <w:szCs w:val="24"/>
                <w:lang w:eastAsia="en-US"/>
              </w:rPr>
              <w:t>Margus Reimann</w:t>
            </w:r>
          </w:p>
        </w:tc>
        <w:tc>
          <w:tcPr>
            <w:tcW w:w="4250" w:type="dxa"/>
          </w:tcPr>
          <w:p w14:paraId="66E7089C" w14:textId="77777777" w:rsidR="000C5971" w:rsidRPr="00FE2065" w:rsidRDefault="000C5971" w:rsidP="00D91B69">
            <w:pPr>
              <w:jc w:val="both"/>
              <w:rPr>
                <w:sz w:val="24"/>
                <w:szCs w:val="24"/>
              </w:rPr>
            </w:pPr>
            <w:r>
              <w:rPr>
                <w:sz w:val="24"/>
                <w:szCs w:val="24"/>
              </w:rPr>
              <w:t>………………</w:t>
            </w:r>
          </w:p>
        </w:tc>
      </w:tr>
    </w:tbl>
    <w:p w14:paraId="4A745CB5" w14:textId="77777777" w:rsidR="007F3F8E" w:rsidRPr="00FE2065" w:rsidRDefault="007F3F8E" w:rsidP="000C5971">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8C67" w14:textId="77777777" w:rsidR="006D1BD3" w:rsidRDefault="006D1BD3" w:rsidP="00705773">
      <w:pPr>
        <w:spacing w:after="0" w:line="240" w:lineRule="auto"/>
      </w:pPr>
      <w:r>
        <w:separator/>
      </w:r>
    </w:p>
  </w:endnote>
  <w:endnote w:type="continuationSeparator" w:id="0">
    <w:p w14:paraId="6FA2C76D" w14:textId="77777777" w:rsidR="006D1BD3" w:rsidRDefault="006D1BD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8ECBE" w14:textId="77777777" w:rsidR="006D1BD3" w:rsidRDefault="006D1BD3" w:rsidP="00705773">
      <w:pPr>
        <w:spacing w:after="0" w:line="240" w:lineRule="auto"/>
      </w:pPr>
      <w:r>
        <w:separator/>
      </w:r>
    </w:p>
  </w:footnote>
  <w:footnote w:type="continuationSeparator" w:id="0">
    <w:p w14:paraId="4A029B2B" w14:textId="77777777" w:rsidR="006D1BD3" w:rsidRDefault="006D1BD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9614936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C5971"/>
    <w:rsid w:val="000D545C"/>
    <w:rsid w:val="000D6420"/>
    <w:rsid w:val="000D6BF8"/>
    <w:rsid w:val="000E1DDF"/>
    <w:rsid w:val="000F2C04"/>
    <w:rsid w:val="000F6C7B"/>
    <w:rsid w:val="00107D6D"/>
    <w:rsid w:val="0011651D"/>
    <w:rsid w:val="001175F4"/>
    <w:rsid w:val="0012352D"/>
    <w:rsid w:val="00125F24"/>
    <w:rsid w:val="00126497"/>
    <w:rsid w:val="00131C0B"/>
    <w:rsid w:val="00132919"/>
    <w:rsid w:val="00136222"/>
    <w:rsid w:val="00143BEB"/>
    <w:rsid w:val="00144026"/>
    <w:rsid w:val="00144717"/>
    <w:rsid w:val="00154D28"/>
    <w:rsid w:val="00156510"/>
    <w:rsid w:val="00164848"/>
    <w:rsid w:val="001653A0"/>
    <w:rsid w:val="001706C2"/>
    <w:rsid w:val="00173995"/>
    <w:rsid w:val="00174C1E"/>
    <w:rsid w:val="00175C9A"/>
    <w:rsid w:val="00176C45"/>
    <w:rsid w:val="00177B2A"/>
    <w:rsid w:val="001A3016"/>
    <w:rsid w:val="001A347F"/>
    <w:rsid w:val="001A5D83"/>
    <w:rsid w:val="001C46CC"/>
    <w:rsid w:val="001E299B"/>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34CB"/>
    <w:rsid w:val="002747CE"/>
    <w:rsid w:val="00281267"/>
    <w:rsid w:val="00282CAD"/>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20DDC"/>
    <w:rsid w:val="003403F1"/>
    <w:rsid w:val="00342A7D"/>
    <w:rsid w:val="00345154"/>
    <w:rsid w:val="00346054"/>
    <w:rsid w:val="00352C29"/>
    <w:rsid w:val="0035454A"/>
    <w:rsid w:val="00356173"/>
    <w:rsid w:val="00362D78"/>
    <w:rsid w:val="003655AF"/>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63B0"/>
    <w:rsid w:val="004926D0"/>
    <w:rsid w:val="004939A2"/>
    <w:rsid w:val="00494163"/>
    <w:rsid w:val="004A16B2"/>
    <w:rsid w:val="004B1E9F"/>
    <w:rsid w:val="004B315A"/>
    <w:rsid w:val="004B3DC9"/>
    <w:rsid w:val="004C1F0A"/>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6AF5"/>
    <w:rsid w:val="006339B1"/>
    <w:rsid w:val="00642E49"/>
    <w:rsid w:val="00645DCF"/>
    <w:rsid w:val="00647FC4"/>
    <w:rsid w:val="00657B0E"/>
    <w:rsid w:val="0066511C"/>
    <w:rsid w:val="00665AF3"/>
    <w:rsid w:val="006710C0"/>
    <w:rsid w:val="006731FB"/>
    <w:rsid w:val="0068271C"/>
    <w:rsid w:val="006879DE"/>
    <w:rsid w:val="0069273B"/>
    <w:rsid w:val="006A6FD2"/>
    <w:rsid w:val="006A7AB6"/>
    <w:rsid w:val="006C167B"/>
    <w:rsid w:val="006C7751"/>
    <w:rsid w:val="006D1BD3"/>
    <w:rsid w:val="006D2C4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2431"/>
    <w:rsid w:val="00773EA3"/>
    <w:rsid w:val="007869DA"/>
    <w:rsid w:val="00787167"/>
    <w:rsid w:val="00795EAC"/>
    <w:rsid w:val="00797D8F"/>
    <w:rsid w:val="007A427E"/>
    <w:rsid w:val="007B3401"/>
    <w:rsid w:val="007C0B9C"/>
    <w:rsid w:val="007D478A"/>
    <w:rsid w:val="007D545A"/>
    <w:rsid w:val="007E18C5"/>
    <w:rsid w:val="007F3944"/>
    <w:rsid w:val="007F3F8E"/>
    <w:rsid w:val="00804615"/>
    <w:rsid w:val="00805107"/>
    <w:rsid w:val="00807879"/>
    <w:rsid w:val="00813406"/>
    <w:rsid w:val="0081395D"/>
    <w:rsid w:val="00815B0C"/>
    <w:rsid w:val="00834585"/>
    <w:rsid w:val="00841D8B"/>
    <w:rsid w:val="00845209"/>
    <w:rsid w:val="008454CD"/>
    <w:rsid w:val="008723AA"/>
    <w:rsid w:val="00872C61"/>
    <w:rsid w:val="00884115"/>
    <w:rsid w:val="008929D8"/>
    <w:rsid w:val="008A2313"/>
    <w:rsid w:val="008B5144"/>
    <w:rsid w:val="008B78B6"/>
    <w:rsid w:val="008C316C"/>
    <w:rsid w:val="008C6D05"/>
    <w:rsid w:val="008D1C0E"/>
    <w:rsid w:val="008D4631"/>
    <w:rsid w:val="008D4AF3"/>
    <w:rsid w:val="008F07A8"/>
    <w:rsid w:val="00924184"/>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5664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E5542"/>
    <w:rsid w:val="00AF2FAA"/>
    <w:rsid w:val="00AF5E2E"/>
    <w:rsid w:val="00B0669E"/>
    <w:rsid w:val="00B1084B"/>
    <w:rsid w:val="00B11A0D"/>
    <w:rsid w:val="00B2088B"/>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10FCA"/>
    <w:rsid w:val="00E172A6"/>
    <w:rsid w:val="00E31834"/>
    <w:rsid w:val="00E31BC5"/>
    <w:rsid w:val="00E50701"/>
    <w:rsid w:val="00E54F51"/>
    <w:rsid w:val="00E67DE8"/>
    <w:rsid w:val="00E7790D"/>
    <w:rsid w:val="00E81519"/>
    <w:rsid w:val="00E84463"/>
    <w:rsid w:val="00E931E8"/>
    <w:rsid w:val="00EA2B33"/>
    <w:rsid w:val="00EA7C02"/>
    <w:rsid w:val="00EA7E09"/>
    <w:rsid w:val="00EB7A3D"/>
    <w:rsid w:val="00EC23D5"/>
    <w:rsid w:val="00EC54EE"/>
    <w:rsid w:val="00EC7B2C"/>
    <w:rsid w:val="00ED7875"/>
    <w:rsid w:val="00EE3A60"/>
    <w:rsid w:val="00EF4859"/>
    <w:rsid w:val="00EF5204"/>
    <w:rsid w:val="00F017FE"/>
    <w:rsid w:val="00F02043"/>
    <w:rsid w:val="00F060DD"/>
    <w:rsid w:val="00F102D2"/>
    <w:rsid w:val="00F11846"/>
    <w:rsid w:val="00F12BDD"/>
    <w:rsid w:val="00F15F95"/>
    <w:rsid w:val="00F232E9"/>
    <w:rsid w:val="00F261CD"/>
    <w:rsid w:val="00F32418"/>
    <w:rsid w:val="00F3265A"/>
    <w:rsid w:val="00F33597"/>
    <w:rsid w:val="00F33E9D"/>
    <w:rsid w:val="00F36D62"/>
    <w:rsid w:val="00F413B8"/>
    <w:rsid w:val="00F46D2D"/>
    <w:rsid w:val="00F50374"/>
    <w:rsid w:val="00F60636"/>
    <w:rsid w:val="00F65412"/>
    <w:rsid w:val="00F67F79"/>
    <w:rsid w:val="00F71CCE"/>
    <w:rsid w:val="00F771F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in.kilg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4AA5A5E8EA8E49A5856FC146AE31BDEB"/>
        <w:category>
          <w:name w:val="Üldine"/>
          <w:gallery w:val="placeholder"/>
        </w:category>
        <w:types>
          <w:type w:val="bbPlcHdr"/>
        </w:types>
        <w:behaviors>
          <w:behavior w:val="content"/>
        </w:behaviors>
        <w:guid w:val="{329E2763-FA15-42AA-891F-BA96C3C753D0}"/>
      </w:docPartPr>
      <w:docPartBody>
        <w:p w:rsidR="00C55644" w:rsidRDefault="00614B75" w:rsidP="00614B75">
          <w:pPr>
            <w:pStyle w:val="4AA5A5E8EA8E49A5856FC146AE31BDEB"/>
          </w:pPr>
          <w:r w:rsidRPr="003F6A59">
            <w:rPr>
              <w:rStyle w:val="Kohatitetekst"/>
            </w:rPr>
            <w:t>[Company]</w:t>
          </w:r>
        </w:p>
      </w:docPartBody>
    </w:docPart>
    <w:docPart>
      <w:docPartPr>
        <w:name w:val="61760B502E16411494FACEA6FDD07418"/>
        <w:category>
          <w:name w:val="Üldine"/>
          <w:gallery w:val="placeholder"/>
        </w:category>
        <w:types>
          <w:type w:val="bbPlcHdr"/>
        </w:types>
        <w:behaviors>
          <w:behavior w:val="content"/>
        </w:behaviors>
        <w:guid w:val="{00492D28-6A3F-4561-BBE0-215347CACF37}"/>
      </w:docPartPr>
      <w:docPartBody>
        <w:p w:rsidR="00C55644" w:rsidRDefault="00614B75" w:rsidP="00614B75">
          <w:pPr>
            <w:pStyle w:val="61760B502E16411494FACEA6FDD07418"/>
          </w:pPr>
          <w:r w:rsidRPr="00BE118B">
            <w:rPr>
              <w:rStyle w:val="Kohatitetekst"/>
            </w:rPr>
            <w:t>Click here to enter a date.</w:t>
          </w:r>
        </w:p>
      </w:docPartBody>
    </w:docPart>
    <w:docPart>
      <w:docPartPr>
        <w:name w:val="C8DC2EF6DA554E1C8BA91D1431C7E09D"/>
        <w:category>
          <w:name w:val="Üldine"/>
          <w:gallery w:val="placeholder"/>
        </w:category>
        <w:types>
          <w:type w:val="bbPlcHdr"/>
        </w:types>
        <w:behaviors>
          <w:behavior w:val="content"/>
        </w:behaviors>
        <w:guid w:val="{BB4B1D3C-C3BC-48E7-B232-1F6638CBC886}"/>
      </w:docPartPr>
      <w:docPartBody>
        <w:p w:rsidR="00C55644" w:rsidRDefault="00614B75" w:rsidP="00614B75">
          <w:pPr>
            <w:pStyle w:val="C8DC2EF6DA554E1C8BA91D1431C7E09D"/>
          </w:pPr>
          <w:r w:rsidRPr="003F6A59">
            <w:rPr>
              <w:rStyle w:val="Kohatitetekst"/>
            </w:rPr>
            <w:t>[Company]</w:t>
          </w:r>
        </w:p>
      </w:docPartBody>
    </w:docPart>
    <w:docPart>
      <w:docPartPr>
        <w:name w:val="B2B4104247DC40FC8110716233A580C9"/>
        <w:category>
          <w:name w:val="Üldine"/>
          <w:gallery w:val="placeholder"/>
        </w:category>
        <w:types>
          <w:type w:val="bbPlcHdr"/>
        </w:types>
        <w:behaviors>
          <w:behavior w:val="content"/>
        </w:behaviors>
        <w:guid w:val="{5FB57EE6-DFF5-4E33-8303-902139AADC24}"/>
      </w:docPartPr>
      <w:docPartBody>
        <w:p w:rsidR="00C55644" w:rsidRDefault="00614B75" w:rsidP="00614B75">
          <w:pPr>
            <w:pStyle w:val="B2B4104247DC40FC8110716233A580C9"/>
          </w:pPr>
          <w:r w:rsidRPr="00BE118B">
            <w:rPr>
              <w:rStyle w:val="Kohatitetekst"/>
            </w:rPr>
            <w:t>Click here to enter a date.</w:t>
          </w:r>
        </w:p>
      </w:docPartBody>
    </w:docPart>
    <w:docPart>
      <w:docPartPr>
        <w:name w:val="899B6F88E16F45E1B31520418103798F"/>
        <w:category>
          <w:name w:val="Üldine"/>
          <w:gallery w:val="placeholder"/>
        </w:category>
        <w:types>
          <w:type w:val="bbPlcHdr"/>
        </w:types>
        <w:behaviors>
          <w:behavior w:val="content"/>
        </w:behaviors>
        <w:guid w:val="{87E80627-CF18-4E2C-995A-9D4D907E2E59}"/>
      </w:docPartPr>
      <w:docPartBody>
        <w:p w:rsidR="00C55644" w:rsidRDefault="00614B75" w:rsidP="00614B75">
          <w:pPr>
            <w:pStyle w:val="899B6F88E16F45E1B31520418103798F"/>
          </w:pPr>
          <w:r w:rsidRPr="00BE118B">
            <w:rPr>
              <w:rStyle w:val="Kohatitetekst"/>
            </w:rPr>
            <w:t>Choose an item.</w:t>
          </w:r>
        </w:p>
      </w:docPartBody>
    </w:docPart>
    <w:docPart>
      <w:docPartPr>
        <w:name w:val="A7E0443165B24E3CA4F0445AE8475D4A"/>
        <w:category>
          <w:name w:val="Üldine"/>
          <w:gallery w:val="placeholder"/>
        </w:category>
        <w:types>
          <w:type w:val="bbPlcHdr"/>
        </w:types>
        <w:behaviors>
          <w:behavior w:val="content"/>
        </w:behaviors>
        <w:guid w:val="{7638E3C7-B163-40FE-8BB3-AAE67A749CC6}"/>
      </w:docPartPr>
      <w:docPartBody>
        <w:p w:rsidR="00C55644" w:rsidRDefault="00614B75" w:rsidP="00614B75">
          <w:pPr>
            <w:pStyle w:val="A7E0443165B24E3CA4F0445AE8475D4A"/>
          </w:pPr>
          <w:r w:rsidRPr="00BE118B">
            <w:rPr>
              <w:rStyle w:val="Kohatitetekst"/>
            </w:rPr>
            <w:t>Choose an item.</w:t>
          </w:r>
        </w:p>
      </w:docPartBody>
    </w:docPart>
    <w:docPart>
      <w:docPartPr>
        <w:name w:val="9B0ECBCB84C84D46A4DA06989C9AD1FA"/>
        <w:category>
          <w:name w:val="Üldine"/>
          <w:gallery w:val="placeholder"/>
        </w:category>
        <w:types>
          <w:type w:val="bbPlcHdr"/>
        </w:types>
        <w:behaviors>
          <w:behavior w:val="content"/>
        </w:behaviors>
        <w:guid w:val="{3C749E66-C30E-4021-9973-79207353E162}"/>
      </w:docPartPr>
      <w:docPartBody>
        <w:p w:rsidR="00C55644" w:rsidRDefault="00614B75" w:rsidP="00614B75">
          <w:pPr>
            <w:pStyle w:val="9B0ECBCB84C84D46A4DA06989C9AD1FA"/>
          </w:pPr>
          <w:r w:rsidRPr="003F6A59">
            <w:rPr>
              <w:rStyle w:val="Kohatitetekst"/>
            </w:rPr>
            <w:t>[Company]</w:t>
          </w:r>
        </w:p>
      </w:docPartBody>
    </w:docPart>
    <w:docPart>
      <w:docPartPr>
        <w:name w:val="768B4CF635384DFAA8CC9A0CA503F759"/>
        <w:category>
          <w:name w:val="Üldine"/>
          <w:gallery w:val="placeholder"/>
        </w:category>
        <w:types>
          <w:type w:val="bbPlcHdr"/>
        </w:types>
        <w:behaviors>
          <w:behavior w:val="content"/>
        </w:behaviors>
        <w:guid w:val="{096E125F-E03A-4464-8287-BE779B9CC8AA}"/>
      </w:docPartPr>
      <w:docPartBody>
        <w:p w:rsidR="00C55644" w:rsidRDefault="00614B75" w:rsidP="00614B75">
          <w:pPr>
            <w:pStyle w:val="768B4CF635384DFAA8CC9A0CA503F759"/>
          </w:pPr>
          <w:r w:rsidRPr="00BE118B">
            <w:rPr>
              <w:rStyle w:val="Kohatitetekst"/>
            </w:rPr>
            <w:t>Click here to enter a date.</w:t>
          </w:r>
        </w:p>
      </w:docPartBody>
    </w:docPart>
    <w:docPart>
      <w:docPartPr>
        <w:name w:val="986B26C25A63406FA30E2D5075D4A4BD"/>
        <w:category>
          <w:name w:val="Üldine"/>
          <w:gallery w:val="placeholder"/>
        </w:category>
        <w:types>
          <w:type w:val="bbPlcHdr"/>
        </w:types>
        <w:behaviors>
          <w:behavior w:val="content"/>
        </w:behaviors>
        <w:guid w:val="{63CA37A6-CC62-4879-A250-A196B48F7ACC}"/>
      </w:docPartPr>
      <w:docPartBody>
        <w:p w:rsidR="00C55644" w:rsidRDefault="00614B75" w:rsidP="00614B75">
          <w:pPr>
            <w:pStyle w:val="986B26C25A63406FA30E2D5075D4A4BD"/>
          </w:pPr>
          <w:r w:rsidRPr="003F6A59">
            <w:rPr>
              <w:rStyle w:val="Kohatitetekst"/>
            </w:rPr>
            <w:t>[Company]</w:t>
          </w:r>
        </w:p>
      </w:docPartBody>
    </w:docPart>
    <w:docPart>
      <w:docPartPr>
        <w:name w:val="F4FB55B411924D19B4015CED450FC240"/>
        <w:category>
          <w:name w:val="Üldine"/>
          <w:gallery w:val="placeholder"/>
        </w:category>
        <w:types>
          <w:type w:val="bbPlcHdr"/>
        </w:types>
        <w:behaviors>
          <w:behavior w:val="content"/>
        </w:behaviors>
        <w:guid w:val="{A4854D3E-79D6-49CD-99A6-96E323A499FF}"/>
      </w:docPartPr>
      <w:docPartBody>
        <w:p w:rsidR="00C55644" w:rsidRDefault="00614B75" w:rsidP="00614B75">
          <w:pPr>
            <w:pStyle w:val="F4FB55B411924D19B4015CED450FC240"/>
          </w:pPr>
          <w:r w:rsidRPr="003F6A59">
            <w:rPr>
              <w:rStyle w:val="Kohatitetekst"/>
            </w:rPr>
            <w:t>[Company]</w:t>
          </w:r>
        </w:p>
      </w:docPartBody>
    </w:docPart>
    <w:docPart>
      <w:docPartPr>
        <w:name w:val="CAD067A08D5544079A189AD16FBB3D19"/>
        <w:category>
          <w:name w:val="Üldine"/>
          <w:gallery w:val="placeholder"/>
        </w:category>
        <w:types>
          <w:type w:val="bbPlcHdr"/>
        </w:types>
        <w:behaviors>
          <w:behavior w:val="content"/>
        </w:behaviors>
        <w:guid w:val="{D2E1855D-70A9-4953-BFB3-3BD6CCCA92D7}"/>
      </w:docPartPr>
      <w:docPartBody>
        <w:p w:rsidR="00C55644" w:rsidRDefault="00614B75" w:rsidP="00614B75">
          <w:pPr>
            <w:pStyle w:val="CAD067A08D5544079A189AD16FBB3D19"/>
          </w:pPr>
          <w:r w:rsidRPr="00BE118B">
            <w:rPr>
              <w:rStyle w:val="Kohatitetekst"/>
            </w:rPr>
            <w:t>Choose an item.</w:t>
          </w:r>
        </w:p>
      </w:docPartBody>
    </w:docPart>
    <w:docPart>
      <w:docPartPr>
        <w:name w:val="53055030538F47D9BB41EE2C092FAECB"/>
        <w:category>
          <w:name w:val="Üldine"/>
          <w:gallery w:val="placeholder"/>
        </w:category>
        <w:types>
          <w:type w:val="bbPlcHdr"/>
        </w:types>
        <w:behaviors>
          <w:behavior w:val="content"/>
        </w:behaviors>
        <w:guid w:val="{17215BBE-A0DB-44BE-83F7-8C95BEEDB0A1}"/>
      </w:docPartPr>
      <w:docPartBody>
        <w:p w:rsidR="00C55644" w:rsidRDefault="00614B75" w:rsidP="00614B75">
          <w:pPr>
            <w:pStyle w:val="53055030538F47D9BB41EE2C092FAEC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14B75"/>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55644"/>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14B7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4AA5A5E8EA8E49A5856FC146AE31BDEB">
    <w:name w:val="4AA5A5E8EA8E49A5856FC146AE31BDEB"/>
    <w:rsid w:val="00614B75"/>
  </w:style>
  <w:style w:type="paragraph" w:customStyle="1" w:styleId="61760B502E16411494FACEA6FDD07418">
    <w:name w:val="61760B502E16411494FACEA6FDD07418"/>
    <w:rsid w:val="00614B75"/>
  </w:style>
  <w:style w:type="paragraph" w:customStyle="1" w:styleId="C8DC2EF6DA554E1C8BA91D1431C7E09D">
    <w:name w:val="C8DC2EF6DA554E1C8BA91D1431C7E09D"/>
    <w:rsid w:val="00614B75"/>
  </w:style>
  <w:style w:type="paragraph" w:customStyle="1" w:styleId="B2B4104247DC40FC8110716233A580C9">
    <w:name w:val="B2B4104247DC40FC8110716233A580C9"/>
    <w:rsid w:val="00614B75"/>
  </w:style>
  <w:style w:type="paragraph" w:customStyle="1" w:styleId="899B6F88E16F45E1B31520418103798F">
    <w:name w:val="899B6F88E16F45E1B31520418103798F"/>
    <w:rsid w:val="00614B75"/>
  </w:style>
  <w:style w:type="paragraph" w:customStyle="1" w:styleId="A7E0443165B24E3CA4F0445AE8475D4A">
    <w:name w:val="A7E0443165B24E3CA4F0445AE8475D4A"/>
    <w:rsid w:val="00614B75"/>
  </w:style>
  <w:style w:type="paragraph" w:customStyle="1" w:styleId="9B0ECBCB84C84D46A4DA06989C9AD1FA">
    <w:name w:val="9B0ECBCB84C84D46A4DA06989C9AD1FA"/>
    <w:rsid w:val="00614B75"/>
  </w:style>
  <w:style w:type="paragraph" w:customStyle="1" w:styleId="768B4CF635384DFAA8CC9A0CA503F759">
    <w:name w:val="768B4CF635384DFAA8CC9A0CA503F759"/>
    <w:rsid w:val="00614B75"/>
  </w:style>
  <w:style w:type="paragraph" w:customStyle="1" w:styleId="986B26C25A63406FA30E2D5075D4A4BD">
    <w:name w:val="986B26C25A63406FA30E2D5075D4A4BD"/>
    <w:rsid w:val="00614B75"/>
  </w:style>
  <w:style w:type="paragraph" w:customStyle="1" w:styleId="F4FB55B411924D19B4015CED450FC240">
    <w:name w:val="F4FB55B411924D19B4015CED450FC240"/>
    <w:rsid w:val="00614B75"/>
  </w:style>
  <w:style w:type="paragraph" w:customStyle="1" w:styleId="CAD067A08D5544079A189AD16FBB3D19">
    <w:name w:val="CAD067A08D5544079A189AD16FBB3D19"/>
    <w:rsid w:val="00614B75"/>
  </w:style>
  <w:style w:type="paragraph" w:customStyle="1" w:styleId="53055030538F47D9BB41EE2C092FAECB">
    <w:name w:val="53055030538F47D9BB41EE2C092FAECB"/>
    <w:rsid w:val="00614B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208</TotalTime>
  <Pages>11</Pages>
  <Words>4631</Words>
  <Characters>26403</Characters>
  <Application>Microsoft Office Word</Application>
  <DocSecurity>0</DocSecurity>
  <Lines>220</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96</cp:revision>
  <dcterms:created xsi:type="dcterms:W3CDTF">2022-09-01T10:45:00Z</dcterms:created>
  <dcterms:modified xsi:type="dcterms:W3CDTF">2023-03-06T09:30:00Z</dcterms:modified>
</cp:coreProperties>
</file>